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9-19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D42786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19. september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6F4E40">
              <w:t>13-5733898</w:t>
            </w:r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6F4E40" w:rsidRPr="000F6FDE" w:rsidRDefault="00807D6C" w:rsidP="006F4E40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6FDE">
              <w:rPr>
                <w:rFonts w:ascii="Arial" w:hAnsi="Arial" w:cs="Arial"/>
                <w:b/>
                <w:sz w:val="28"/>
                <w:szCs w:val="28"/>
              </w:rPr>
              <w:t xml:space="preserve">Resumé af </w:t>
            </w:r>
            <w:r w:rsidR="006F4E40" w:rsidRPr="000F6FD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forslag </w:t>
            </w:r>
            <w:r w:rsidR="006F4E40" w:rsidRPr="000F6FDE">
              <w:rPr>
                <w:rFonts w:ascii="Arial" w:hAnsi="Arial" w:cs="Arial"/>
                <w:b/>
                <w:color w:val="000000"/>
                <w:sz w:val="28"/>
                <w:szCs w:val="28"/>
              </w:rPr>
              <w:t>til Lov om ændring af ligningsloven</w:t>
            </w:r>
          </w:p>
          <w:p w:rsidR="00AD0C8A" w:rsidRPr="006F4E40" w:rsidRDefault="006F4E40" w:rsidP="006F4E40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F6FDE">
              <w:rPr>
                <w:rFonts w:ascii="Arial" w:hAnsi="Arial" w:cs="Arial"/>
                <w:b/>
                <w:color w:val="000000"/>
                <w:sz w:val="28"/>
                <w:szCs w:val="28"/>
              </w:rPr>
              <w:t>(Forhøjelse af loftet over fradrag for fagforeningskonti</w:t>
            </w:r>
            <w:r w:rsidRPr="000F6FDE">
              <w:rPr>
                <w:rFonts w:ascii="Arial" w:hAnsi="Arial" w:cs="Arial"/>
                <w:b/>
                <w:color w:val="000000"/>
                <w:sz w:val="28"/>
                <w:szCs w:val="28"/>
              </w:rPr>
              <w:t>n</w:t>
            </w:r>
            <w:r w:rsidRPr="000F6FDE">
              <w:rPr>
                <w:rFonts w:ascii="Arial" w:hAnsi="Arial" w:cs="Arial"/>
                <w:b/>
                <w:color w:val="000000"/>
                <w:sz w:val="28"/>
                <w:szCs w:val="28"/>
              </w:rPr>
              <w:t>genter)</w:t>
            </w:r>
          </w:p>
        </w:tc>
      </w:tr>
    </w:tbl>
    <w:p w:rsidR="00466136" w:rsidRDefault="00466136" w:rsidP="00655B49"/>
    <w:p w:rsidR="006F4E40" w:rsidRPr="008F2BAA" w:rsidRDefault="006F4E40" w:rsidP="006F4E40">
      <w:pPr>
        <w:spacing w:line="288" w:lineRule="auto"/>
        <w:jc w:val="both"/>
      </w:pPr>
      <w:r>
        <w:rPr>
          <w:iCs/>
        </w:rPr>
        <w:t>Som led i finanslovsforslaget for 2015 foreslås det</w:t>
      </w:r>
      <w:r w:rsidRPr="008F2BAA">
        <w:t xml:space="preserve"> at forhøje loftet over fradraget for fagforeningskontingenter. Det foreslås således, at den beløbsmæssige grænse for fradrag for fag</w:t>
      </w:r>
      <w:r>
        <w:t>foreningskontingenter</w:t>
      </w:r>
      <w:r w:rsidRPr="008F2BAA">
        <w:t xml:space="preserve"> forhøjes fra 3.000 kr. til 6.000 kr. fra og med indkomståret 2015.</w:t>
      </w:r>
    </w:p>
    <w:p w:rsidR="006F4E40" w:rsidRPr="008F2BAA" w:rsidRDefault="006F4E40" w:rsidP="006F4E40">
      <w:pPr>
        <w:spacing w:line="288" w:lineRule="auto"/>
        <w:jc w:val="both"/>
      </w:pPr>
    </w:p>
    <w:p w:rsidR="006F4E40" w:rsidRPr="008F2BAA" w:rsidRDefault="006F4E40" w:rsidP="006F4E40">
      <w:pPr>
        <w:spacing w:line="288" w:lineRule="auto"/>
        <w:jc w:val="both"/>
      </w:pPr>
      <w:r w:rsidRPr="008F2BAA">
        <w:t xml:space="preserve">I forbindelse med Genopretningsaftalen </w:t>
      </w:r>
      <w:r>
        <w:t xml:space="preserve">fra maj 2010 </w:t>
      </w:r>
      <w:r w:rsidRPr="008F2BAA">
        <w:t xml:space="preserve">indførte den daværende VK-regering og Dansk Folkeparti </w:t>
      </w:r>
      <w:r>
        <w:t>fra</w:t>
      </w:r>
      <w:r w:rsidRPr="008F2BAA">
        <w:t xml:space="preserve"> 2011 et loft på 3.000 kr. for fradrag for fagforening</w:t>
      </w:r>
      <w:r w:rsidRPr="008F2BAA">
        <w:t>s</w:t>
      </w:r>
      <w:r w:rsidRPr="008F2BAA">
        <w:t xml:space="preserve">kontingenter. </w:t>
      </w:r>
      <w:r>
        <w:t xml:space="preserve">For at styrke organisationsgraden på arbejdsmarkedet og understøtte den danske arbejdsmarkedsmodel foreslås det at </w:t>
      </w:r>
      <w:r w:rsidRPr="008F2BAA">
        <w:t>forhøje fradrag</w:t>
      </w:r>
      <w:r>
        <w:t>sloft</w:t>
      </w:r>
      <w:r w:rsidRPr="008F2BAA">
        <w:t>et</w:t>
      </w:r>
      <w:r>
        <w:t>. Forslaget</w:t>
      </w:r>
      <w:r w:rsidRPr="008F2BAA">
        <w:t xml:space="preserve"> betyder, at langt de fleste, der er medlem af en fagforening, vil opnå fuldt fradrag for deres fagfor</w:t>
      </w:r>
      <w:r w:rsidRPr="008F2BAA">
        <w:t>e</w:t>
      </w:r>
      <w:r w:rsidRPr="008F2BAA">
        <w:t>ningskontingenter. Det skønnes, at ca. 60 pct. af de skatteydere, der benytter fradraget, er omfattet af det gælde</w:t>
      </w:r>
      <w:r>
        <w:t>nde loft</w:t>
      </w:r>
      <w:r w:rsidRPr="008F2BAA">
        <w:t>, sva</w:t>
      </w:r>
      <w:r>
        <w:t>rende til at ca. 1,</w:t>
      </w:r>
      <w:r w:rsidRPr="008F2BAA">
        <w:t xml:space="preserve">3 mio. personer er fradragsbegrænset. </w:t>
      </w:r>
    </w:p>
    <w:p w:rsidR="00503680" w:rsidRDefault="00503680" w:rsidP="00801F34"/>
    <w:p w:rsidR="006F4E40" w:rsidRPr="000A485D" w:rsidRDefault="006F4E40" w:rsidP="006F4E40">
      <w:r w:rsidRPr="000A485D">
        <w:t>Forsla</w:t>
      </w:r>
      <w:r w:rsidR="00535664">
        <w:t>get skønnes at medføre et</w:t>
      </w:r>
      <w:r w:rsidRPr="000A485D">
        <w:t xml:space="preserve"> umiddelbart </w:t>
      </w:r>
      <w:proofErr w:type="spellStart"/>
      <w:r w:rsidRPr="000A485D">
        <w:t>mindreprovenu</w:t>
      </w:r>
      <w:proofErr w:type="spellEnd"/>
      <w:r w:rsidRPr="000A485D">
        <w:t xml:space="preserve"> </w:t>
      </w:r>
      <w:r w:rsidR="00535664">
        <w:t xml:space="preserve">i 2015 </w:t>
      </w:r>
      <w:r w:rsidRPr="000A485D">
        <w:t xml:space="preserve">på ca. </w:t>
      </w:r>
      <w:r>
        <w:t>810</w:t>
      </w:r>
      <w:r w:rsidRPr="000A485D">
        <w:t xml:space="preserve"> mio. kr. og ca. </w:t>
      </w:r>
      <w:r>
        <w:t>580</w:t>
      </w:r>
      <w:r w:rsidRPr="000A485D">
        <w:t xml:space="preserve"> mio. kr. efter tilbageløb og adfærd.</w:t>
      </w:r>
      <w:r w:rsidR="00535664">
        <w:t xml:space="preserve"> På sigt vil </w:t>
      </w:r>
      <w:proofErr w:type="spellStart"/>
      <w:r w:rsidR="00535664">
        <w:t>mindreprovenuet</w:t>
      </w:r>
      <w:proofErr w:type="spellEnd"/>
      <w:r w:rsidR="00535664">
        <w:t xml:space="preserve"> være faldende.</w:t>
      </w:r>
      <w:r w:rsidR="00473762">
        <w:t xml:space="preserve"> </w:t>
      </w:r>
      <w:r w:rsidRPr="000A485D">
        <w:t xml:space="preserve">Det varige </w:t>
      </w:r>
      <w:proofErr w:type="spellStart"/>
      <w:r w:rsidRPr="000A485D">
        <w:t>mindreprovenu</w:t>
      </w:r>
      <w:proofErr w:type="spellEnd"/>
      <w:r w:rsidRPr="000A485D">
        <w:t xml:space="preserve"> udgør ca. </w:t>
      </w:r>
      <w:r>
        <w:t>2</w:t>
      </w:r>
      <w:r w:rsidR="00BE1EFB">
        <w:t>55</w:t>
      </w:r>
      <w:r w:rsidRPr="000A485D">
        <w:t xml:space="preserve"> mio. kr. årligt</w:t>
      </w:r>
      <w:r>
        <w:t xml:space="preserve"> efter tilbageløb og adfærd.</w:t>
      </w:r>
    </w:p>
    <w:p w:rsidR="006F4E40" w:rsidRPr="000A485D" w:rsidRDefault="006F4E40" w:rsidP="006F4E40"/>
    <w:p w:rsidR="006F4E40" w:rsidRDefault="006F4E40" w:rsidP="006F4E40">
      <w:bookmarkStart w:id="1" w:name="_GoBack"/>
      <w:bookmarkEnd w:id="1"/>
    </w:p>
    <w:sectPr w:rsidR="006F4E4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A" w:rsidRDefault="00D363BA" w:rsidP="009E4B94">
      <w:pPr>
        <w:spacing w:line="240" w:lineRule="auto"/>
      </w:pPr>
      <w:r>
        <w:separator/>
      </w:r>
    </w:p>
  </w:endnote>
  <w:endnote w:type="continuationSeparator" w:id="0">
    <w:p w:rsidR="00D363BA" w:rsidRDefault="00D363B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3F33E2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3F33E2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3F33E2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3F33E2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A" w:rsidRDefault="00D363BA" w:rsidP="009E4B94">
      <w:pPr>
        <w:spacing w:line="240" w:lineRule="auto"/>
      </w:pPr>
      <w:r>
        <w:separator/>
      </w:r>
    </w:p>
  </w:footnote>
  <w:footnote w:type="continuationSeparator" w:id="0">
    <w:p w:rsidR="00D363BA" w:rsidRDefault="00D363B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0F6FDE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33E2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73762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5664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6F4E40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E1EFB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42786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45AD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185</Words>
  <Characters>1128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2014-09-18T10:53:00Z</dcterms:created>
  <dcterms:modified xsi:type="dcterms:W3CDTF">2014-09-19T08:30:00Z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Resumé lovforslag om fagforeningskontingenter 19-09-14 (DOK62095810)</vt:lpwstr>
  </property>
  <property fmtid="{D5CDD505-2E9C-101B-9397-08002B2CF9AE}" pid="4" name="path">
    <vt:lpwstr>C:\Users\w17829\AppData\Local\Temp\Scanjour\Captia\SJ20140919083004730 [DOK62095810].DOCX</vt:lpwstr>
  </property>
  <property fmtid="{D5CDD505-2E9C-101B-9397-08002B2CF9AE}" pid="5" name="command">
    <vt:lpwstr/>
  </property>
</Properties>
</file>